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9A7F3" w14:textId="77777777" w:rsidR="00A07223" w:rsidRDefault="00A07223" w:rsidP="003D6E89">
      <w:pPr>
        <w:pStyle w:val="dokumentnavn"/>
        <w:spacing w:before="0"/>
      </w:pPr>
      <w:bookmarkStart w:id="0" w:name="Start"/>
      <w:bookmarkEnd w:id="0"/>
      <w:r>
        <w:t>bilag 1 – årshjul</w:t>
      </w:r>
    </w:p>
    <w:p w14:paraId="5B7CE1B4" w14:textId="77777777" w:rsidR="00A07223" w:rsidRDefault="00A07223" w:rsidP="00A07223"/>
    <w:p w14:paraId="60EB9AB8" w14:textId="77777777" w:rsidR="00A07223" w:rsidRDefault="00A07223" w:rsidP="00A07223"/>
    <w:p w14:paraId="499B6700" w14:textId="77777777" w:rsidR="00A07223" w:rsidRPr="00793DEF" w:rsidRDefault="00A07223" w:rsidP="00A07223"/>
    <w:tbl>
      <w:tblPr>
        <w:tblStyle w:val="Tabelgitter-lys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3302"/>
        <w:gridCol w:w="3042"/>
      </w:tblGrid>
      <w:tr w:rsidR="00A07223" w14:paraId="30626687" w14:textId="77777777" w:rsidTr="0032092E">
        <w:tc>
          <w:tcPr>
            <w:tcW w:w="3284" w:type="dxa"/>
          </w:tcPr>
          <w:p w14:paraId="69CB42E3" w14:textId="77777777" w:rsidR="00A07223" w:rsidRPr="00EB4BA4" w:rsidRDefault="00A07223" w:rsidP="0032092E">
            <w:pPr>
              <w:jc w:val="left"/>
              <w:rPr>
                <w:b/>
              </w:rPr>
            </w:pPr>
          </w:p>
        </w:tc>
        <w:tc>
          <w:tcPr>
            <w:tcW w:w="3302" w:type="dxa"/>
          </w:tcPr>
          <w:p w14:paraId="35D20124" w14:textId="77777777" w:rsidR="00A07223" w:rsidRPr="00EB4BA4" w:rsidRDefault="00A07223" w:rsidP="0032092E">
            <w:pPr>
              <w:rPr>
                <w:b/>
              </w:rPr>
            </w:pPr>
            <w:r>
              <w:rPr>
                <w:b/>
              </w:rPr>
              <w:t>OPGAVE</w:t>
            </w:r>
          </w:p>
        </w:tc>
        <w:tc>
          <w:tcPr>
            <w:tcW w:w="3042" w:type="dxa"/>
          </w:tcPr>
          <w:p w14:paraId="54829386" w14:textId="77777777" w:rsidR="00A07223" w:rsidRDefault="00A07223" w:rsidP="0032092E">
            <w:pPr>
              <w:jc w:val="left"/>
              <w:rPr>
                <w:b/>
              </w:rPr>
            </w:pPr>
            <w:r>
              <w:rPr>
                <w:b/>
              </w:rPr>
              <w:t>UDFØRT AF (dato og underskrift)</w:t>
            </w:r>
          </w:p>
        </w:tc>
      </w:tr>
      <w:tr w:rsidR="00A07223" w14:paraId="1BD7C87C" w14:textId="77777777" w:rsidTr="0032092E">
        <w:tc>
          <w:tcPr>
            <w:tcW w:w="9628" w:type="dxa"/>
            <w:gridSpan w:val="3"/>
            <w:shd w:val="clear" w:color="auto" w:fill="92D050"/>
          </w:tcPr>
          <w:p w14:paraId="4A0423A2" w14:textId="77777777" w:rsidR="00A07223" w:rsidRDefault="00A07223" w:rsidP="0032092E">
            <w:r>
              <w:rPr>
                <w:b/>
              </w:rPr>
              <w:t>FASTE OPGAVER</w:t>
            </w:r>
          </w:p>
        </w:tc>
      </w:tr>
      <w:tr w:rsidR="00D7123A" w14:paraId="48CE71CE" w14:textId="77777777" w:rsidTr="0032092E">
        <w:tc>
          <w:tcPr>
            <w:tcW w:w="3284" w:type="dxa"/>
            <w:vMerge w:val="restart"/>
          </w:tcPr>
          <w:p w14:paraId="4032ED3A" w14:textId="77777777" w:rsidR="00D7123A" w:rsidRPr="0023228F" w:rsidRDefault="00D7123A" w:rsidP="0032092E">
            <w:pPr>
              <w:rPr>
                <w:b/>
              </w:rPr>
            </w:pPr>
            <w:r>
              <w:rPr>
                <w:b/>
              </w:rPr>
              <w:t>1. kvartal:</w:t>
            </w:r>
          </w:p>
        </w:tc>
        <w:tc>
          <w:tcPr>
            <w:tcW w:w="3302" w:type="dxa"/>
          </w:tcPr>
          <w:p w14:paraId="7CC39C0A" w14:textId="77777777" w:rsidR="00D7123A" w:rsidRDefault="00D7123A" w:rsidP="0032092E">
            <w:pPr>
              <w:rPr>
                <w:sz w:val="20"/>
              </w:rPr>
            </w:pPr>
            <w:r>
              <w:rPr>
                <w:sz w:val="20"/>
              </w:rPr>
              <w:t>Stikprøvekontrol af, at alle organisatoriske sikkerhedsforanstaltninger overholdes.</w:t>
            </w:r>
          </w:p>
          <w:p w14:paraId="774620E4" w14:textId="77777777" w:rsidR="00D7123A" w:rsidRPr="00C2326F" w:rsidRDefault="00D7123A" w:rsidP="0032092E">
            <w:pPr>
              <w:rPr>
                <w:sz w:val="20"/>
              </w:rPr>
            </w:pPr>
          </w:p>
        </w:tc>
        <w:tc>
          <w:tcPr>
            <w:tcW w:w="3042" w:type="dxa"/>
          </w:tcPr>
          <w:p w14:paraId="5868D55F" w14:textId="26F6D5D0" w:rsidR="00D7123A" w:rsidRDefault="00582CC3" w:rsidP="0032092E">
            <w:r>
              <w:t>Der tages løbende stikprøver</w:t>
            </w:r>
            <w:r w:rsidR="00A30731">
              <w:t xml:space="preserve">, når PC </w:t>
            </w:r>
            <w:r w:rsidR="000272BA">
              <w:t>kommer på værkstedet.</w:t>
            </w:r>
          </w:p>
        </w:tc>
      </w:tr>
      <w:tr w:rsidR="00D7123A" w14:paraId="6FC3343F" w14:textId="77777777" w:rsidTr="0032092E">
        <w:tc>
          <w:tcPr>
            <w:tcW w:w="3284" w:type="dxa"/>
            <w:vMerge/>
          </w:tcPr>
          <w:p w14:paraId="32F0D2F0" w14:textId="77777777" w:rsidR="00D7123A" w:rsidRDefault="00D7123A" w:rsidP="0032092E">
            <w:pPr>
              <w:rPr>
                <w:b/>
              </w:rPr>
            </w:pPr>
          </w:p>
        </w:tc>
        <w:tc>
          <w:tcPr>
            <w:tcW w:w="3302" w:type="dxa"/>
          </w:tcPr>
          <w:p w14:paraId="5BD918A1" w14:textId="77777777" w:rsidR="00D7123A" w:rsidRDefault="00D7123A" w:rsidP="0032092E">
            <w:pPr>
              <w:rPr>
                <w:sz w:val="20"/>
              </w:rPr>
            </w:pPr>
            <w:r>
              <w:rPr>
                <w:sz w:val="20"/>
              </w:rPr>
              <w:t>Gennemgang af ansøgerdatabase og mappe for fratrådte medarbejdere – skal nogen</w:t>
            </w:r>
            <w:r w:rsidR="003D6E89">
              <w:rPr>
                <w:sz w:val="20"/>
              </w:rPr>
              <w:t xml:space="preserve"> slettes?</w:t>
            </w:r>
          </w:p>
          <w:p w14:paraId="3292B15B" w14:textId="77777777" w:rsidR="00D7123A" w:rsidRDefault="00D7123A" w:rsidP="0032092E">
            <w:pPr>
              <w:rPr>
                <w:sz w:val="20"/>
              </w:rPr>
            </w:pPr>
          </w:p>
        </w:tc>
        <w:tc>
          <w:tcPr>
            <w:tcW w:w="3042" w:type="dxa"/>
          </w:tcPr>
          <w:p w14:paraId="40AAB3DE" w14:textId="732C960A" w:rsidR="00D7123A" w:rsidRDefault="00CA7426" w:rsidP="0032092E">
            <w:r>
              <w:t>Gennemgået</w:t>
            </w:r>
            <w:r w:rsidR="00234BFC">
              <w:t>.</w:t>
            </w:r>
            <w:r>
              <w:t xml:space="preserve"> </w:t>
            </w:r>
          </w:p>
        </w:tc>
      </w:tr>
      <w:tr w:rsidR="00D7123A" w14:paraId="1687023E" w14:textId="77777777" w:rsidTr="0032092E">
        <w:tc>
          <w:tcPr>
            <w:tcW w:w="3284" w:type="dxa"/>
            <w:vMerge w:val="restart"/>
          </w:tcPr>
          <w:p w14:paraId="2EB8449B" w14:textId="77777777" w:rsidR="00D7123A" w:rsidRPr="0023228F" w:rsidRDefault="00D7123A" w:rsidP="0032092E">
            <w:pPr>
              <w:rPr>
                <w:b/>
              </w:rPr>
            </w:pPr>
            <w:r w:rsidRPr="0023228F">
              <w:rPr>
                <w:b/>
              </w:rPr>
              <w:t>2. kvartal</w:t>
            </w:r>
            <w:r>
              <w:rPr>
                <w:b/>
              </w:rPr>
              <w:t>:</w:t>
            </w:r>
          </w:p>
        </w:tc>
        <w:tc>
          <w:tcPr>
            <w:tcW w:w="3302" w:type="dxa"/>
          </w:tcPr>
          <w:p w14:paraId="6E2CC18D" w14:textId="77777777" w:rsidR="00D7123A" w:rsidRDefault="00D7123A" w:rsidP="0032092E">
            <w:pPr>
              <w:rPr>
                <w:sz w:val="20"/>
              </w:rPr>
            </w:pPr>
            <w:r>
              <w:rPr>
                <w:sz w:val="20"/>
              </w:rPr>
              <w:t>Stikprøvekontrol af, at alle organisatoriske sikkerhedsforanstaltninger overholdes.</w:t>
            </w:r>
          </w:p>
          <w:p w14:paraId="460A36DB" w14:textId="77777777" w:rsidR="00D7123A" w:rsidRDefault="00D7123A" w:rsidP="0032092E">
            <w:pPr>
              <w:jc w:val="left"/>
            </w:pPr>
          </w:p>
        </w:tc>
        <w:tc>
          <w:tcPr>
            <w:tcW w:w="3042" w:type="dxa"/>
          </w:tcPr>
          <w:p w14:paraId="10E75A7C" w14:textId="403F9697" w:rsidR="00D7123A" w:rsidRDefault="000272BA" w:rsidP="0032092E">
            <w:r>
              <w:t>Der tages løbende stikprøver, når PC kommer på værkstedet.</w:t>
            </w:r>
          </w:p>
        </w:tc>
      </w:tr>
      <w:tr w:rsidR="00D7123A" w14:paraId="4685366C" w14:textId="77777777" w:rsidTr="0032092E">
        <w:tc>
          <w:tcPr>
            <w:tcW w:w="3284" w:type="dxa"/>
            <w:vMerge/>
          </w:tcPr>
          <w:p w14:paraId="546DCB08" w14:textId="77777777" w:rsidR="00D7123A" w:rsidRPr="0023228F" w:rsidRDefault="00D7123A" w:rsidP="0032092E">
            <w:pPr>
              <w:rPr>
                <w:b/>
              </w:rPr>
            </w:pPr>
          </w:p>
        </w:tc>
        <w:tc>
          <w:tcPr>
            <w:tcW w:w="3302" w:type="dxa"/>
          </w:tcPr>
          <w:p w14:paraId="1312C8D3" w14:textId="77777777" w:rsidR="00D7123A" w:rsidRDefault="00D7123A" w:rsidP="0032092E">
            <w:pPr>
              <w:rPr>
                <w:sz w:val="20"/>
              </w:rPr>
            </w:pPr>
            <w:r>
              <w:rPr>
                <w:sz w:val="20"/>
              </w:rPr>
              <w:t>Undervisning af alle medarbejdere, der arbejder med personoplysninger i udvalgte og relevante emner fra Datapolitikken på et personalemøde.</w:t>
            </w:r>
          </w:p>
          <w:p w14:paraId="52AF151A" w14:textId="77777777" w:rsidR="00D7123A" w:rsidRDefault="00D7123A" w:rsidP="0032092E">
            <w:pPr>
              <w:rPr>
                <w:sz w:val="20"/>
              </w:rPr>
            </w:pPr>
          </w:p>
        </w:tc>
        <w:tc>
          <w:tcPr>
            <w:tcW w:w="3042" w:type="dxa"/>
          </w:tcPr>
          <w:p w14:paraId="21C9671B" w14:textId="4135719B" w:rsidR="00FD5BCD" w:rsidRDefault="00FD5BCD" w:rsidP="0032092E"/>
        </w:tc>
      </w:tr>
      <w:tr w:rsidR="00D7123A" w14:paraId="774C7751" w14:textId="77777777" w:rsidTr="0032092E">
        <w:tc>
          <w:tcPr>
            <w:tcW w:w="3284" w:type="dxa"/>
            <w:vMerge/>
          </w:tcPr>
          <w:p w14:paraId="7F85AF3D" w14:textId="77777777" w:rsidR="00D7123A" w:rsidRPr="0023228F" w:rsidRDefault="00D7123A" w:rsidP="0032092E">
            <w:pPr>
              <w:rPr>
                <w:b/>
              </w:rPr>
            </w:pPr>
          </w:p>
        </w:tc>
        <w:tc>
          <w:tcPr>
            <w:tcW w:w="3302" w:type="dxa"/>
          </w:tcPr>
          <w:p w14:paraId="46A0A77A" w14:textId="77777777" w:rsidR="00D7123A" w:rsidRPr="00A75F02" w:rsidRDefault="00D7123A" w:rsidP="00D7123A">
            <w:pPr>
              <w:rPr>
                <w:color w:val="FF0000"/>
                <w:sz w:val="20"/>
              </w:rPr>
            </w:pPr>
            <w:r>
              <w:rPr>
                <w:sz w:val="20"/>
              </w:rPr>
              <w:t>Gennemgang af ansøgerdatabase og mappe for fratrådte me</w:t>
            </w:r>
            <w:r w:rsidR="003D6E89">
              <w:rPr>
                <w:sz w:val="20"/>
              </w:rPr>
              <w:t xml:space="preserve">darbejdere – </w:t>
            </w:r>
            <w:r w:rsidR="003D6E89" w:rsidRPr="00A75F02">
              <w:rPr>
                <w:color w:val="FF0000"/>
                <w:sz w:val="20"/>
              </w:rPr>
              <w:t>skal nogen slettes?</w:t>
            </w:r>
          </w:p>
          <w:p w14:paraId="1C45D7F4" w14:textId="77777777" w:rsidR="00D7123A" w:rsidRDefault="00D7123A" w:rsidP="0032092E">
            <w:pPr>
              <w:rPr>
                <w:sz w:val="20"/>
              </w:rPr>
            </w:pPr>
          </w:p>
        </w:tc>
        <w:tc>
          <w:tcPr>
            <w:tcW w:w="3042" w:type="dxa"/>
          </w:tcPr>
          <w:p w14:paraId="3E7A5CF2" w14:textId="77777777" w:rsidR="00D7123A" w:rsidRDefault="00D7123A" w:rsidP="0032092E"/>
        </w:tc>
      </w:tr>
      <w:tr w:rsidR="00D7123A" w14:paraId="144AEDB3" w14:textId="77777777" w:rsidTr="0032092E">
        <w:tc>
          <w:tcPr>
            <w:tcW w:w="3284" w:type="dxa"/>
            <w:vMerge w:val="restart"/>
          </w:tcPr>
          <w:p w14:paraId="4B8A6299" w14:textId="77777777" w:rsidR="00D7123A" w:rsidRPr="0023228F" w:rsidRDefault="00D7123A" w:rsidP="0032092E">
            <w:pPr>
              <w:rPr>
                <w:b/>
              </w:rPr>
            </w:pPr>
            <w:r>
              <w:rPr>
                <w:b/>
              </w:rPr>
              <w:t>3. kvartal:</w:t>
            </w:r>
          </w:p>
        </w:tc>
        <w:tc>
          <w:tcPr>
            <w:tcW w:w="3302" w:type="dxa"/>
          </w:tcPr>
          <w:p w14:paraId="16F5714F" w14:textId="77777777" w:rsidR="00D7123A" w:rsidRDefault="00D7123A" w:rsidP="0032092E">
            <w:pPr>
              <w:rPr>
                <w:sz w:val="20"/>
              </w:rPr>
            </w:pPr>
            <w:r>
              <w:rPr>
                <w:sz w:val="20"/>
              </w:rPr>
              <w:t>Stikprøvekontrol af, at alle organisatoriske sikkerhedsforanstaltninger overholdes.</w:t>
            </w:r>
          </w:p>
          <w:p w14:paraId="6108A27D" w14:textId="77777777" w:rsidR="00D7123A" w:rsidRDefault="00D7123A" w:rsidP="0032092E"/>
        </w:tc>
        <w:tc>
          <w:tcPr>
            <w:tcW w:w="3042" w:type="dxa"/>
          </w:tcPr>
          <w:p w14:paraId="234E777E" w14:textId="2A4F8E63" w:rsidR="00D7123A" w:rsidRDefault="000272BA" w:rsidP="0032092E">
            <w:r>
              <w:t>Der tages løbende stikprøver, når PC kommer på værkstedet.</w:t>
            </w:r>
          </w:p>
        </w:tc>
      </w:tr>
      <w:tr w:rsidR="00D7123A" w14:paraId="080A767D" w14:textId="77777777" w:rsidTr="0032092E">
        <w:tc>
          <w:tcPr>
            <w:tcW w:w="3284" w:type="dxa"/>
            <w:vMerge/>
          </w:tcPr>
          <w:p w14:paraId="198DA619" w14:textId="77777777" w:rsidR="00D7123A" w:rsidRDefault="00D7123A" w:rsidP="0032092E">
            <w:pPr>
              <w:rPr>
                <w:b/>
              </w:rPr>
            </w:pPr>
          </w:p>
        </w:tc>
        <w:tc>
          <w:tcPr>
            <w:tcW w:w="3302" w:type="dxa"/>
          </w:tcPr>
          <w:p w14:paraId="6A29DE27" w14:textId="77777777" w:rsidR="00D7123A" w:rsidRDefault="00D7123A" w:rsidP="00D7123A">
            <w:pPr>
              <w:rPr>
                <w:sz w:val="20"/>
              </w:rPr>
            </w:pPr>
            <w:r>
              <w:rPr>
                <w:sz w:val="20"/>
              </w:rPr>
              <w:t>Gennemgang af ansøgerdatabase og mappe for fratrådte me</w:t>
            </w:r>
            <w:r w:rsidR="003D6E89">
              <w:rPr>
                <w:sz w:val="20"/>
              </w:rPr>
              <w:t xml:space="preserve">darbejdere – </w:t>
            </w:r>
            <w:r w:rsidR="003D6E89" w:rsidRPr="00A75F02">
              <w:rPr>
                <w:color w:val="FF0000"/>
                <w:sz w:val="20"/>
              </w:rPr>
              <w:t>skal nogen slettes?</w:t>
            </w:r>
          </w:p>
          <w:p w14:paraId="633C6C89" w14:textId="77777777" w:rsidR="00D7123A" w:rsidRDefault="00D7123A" w:rsidP="0032092E">
            <w:pPr>
              <w:rPr>
                <w:sz w:val="20"/>
              </w:rPr>
            </w:pPr>
          </w:p>
        </w:tc>
        <w:tc>
          <w:tcPr>
            <w:tcW w:w="3042" w:type="dxa"/>
          </w:tcPr>
          <w:p w14:paraId="201CB2F7" w14:textId="790C97E8" w:rsidR="00D7123A" w:rsidRDefault="00234BFC" w:rsidP="0032092E">
            <w:r>
              <w:t>Gennemgået 03.08.2021</w:t>
            </w:r>
          </w:p>
        </w:tc>
      </w:tr>
      <w:tr w:rsidR="00D7123A" w14:paraId="46D31880" w14:textId="77777777" w:rsidTr="0032092E">
        <w:tc>
          <w:tcPr>
            <w:tcW w:w="3284" w:type="dxa"/>
            <w:vMerge w:val="restart"/>
          </w:tcPr>
          <w:p w14:paraId="14705B33" w14:textId="77777777" w:rsidR="00D7123A" w:rsidRPr="0023228F" w:rsidRDefault="00D7123A" w:rsidP="0032092E">
            <w:pPr>
              <w:rPr>
                <w:b/>
              </w:rPr>
            </w:pPr>
            <w:r>
              <w:rPr>
                <w:b/>
              </w:rPr>
              <w:t>4. kvartal:</w:t>
            </w:r>
          </w:p>
        </w:tc>
        <w:tc>
          <w:tcPr>
            <w:tcW w:w="3302" w:type="dxa"/>
          </w:tcPr>
          <w:p w14:paraId="35677970" w14:textId="77777777" w:rsidR="00D7123A" w:rsidRDefault="00D7123A" w:rsidP="0032092E">
            <w:pPr>
              <w:rPr>
                <w:sz w:val="20"/>
              </w:rPr>
            </w:pPr>
            <w:r>
              <w:rPr>
                <w:sz w:val="20"/>
              </w:rPr>
              <w:t>Stikprøvekontrol af, at alle organisatoriske sikkerhedsforanstaltninger overholdes.</w:t>
            </w:r>
          </w:p>
          <w:p w14:paraId="5DAA8338" w14:textId="77777777" w:rsidR="00D7123A" w:rsidRDefault="00D7123A" w:rsidP="0032092E"/>
        </w:tc>
        <w:tc>
          <w:tcPr>
            <w:tcW w:w="3042" w:type="dxa"/>
          </w:tcPr>
          <w:p w14:paraId="7178EAC2" w14:textId="2D1E2F51" w:rsidR="00D7123A" w:rsidRDefault="000272BA" w:rsidP="0032092E">
            <w:r>
              <w:t>Der tages løbende stikprøver, når PC kommer på værkstedet.</w:t>
            </w:r>
          </w:p>
        </w:tc>
      </w:tr>
      <w:tr w:rsidR="00582CC3" w14:paraId="27DAE50F" w14:textId="77777777" w:rsidTr="0032092E">
        <w:tc>
          <w:tcPr>
            <w:tcW w:w="3284" w:type="dxa"/>
            <w:vMerge/>
          </w:tcPr>
          <w:p w14:paraId="2B5FC270" w14:textId="77777777" w:rsidR="00582CC3" w:rsidRDefault="00582CC3" w:rsidP="00582CC3">
            <w:pPr>
              <w:rPr>
                <w:b/>
              </w:rPr>
            </w:pPr>
          </w:p>
        </w:tc>
        <w:tc>
          <w:tcPr>
            <w:tcW w:w="3302" w:type="dxa"/>
          </w:tcPr>
          <w:p w14:paraId="13B317A9" w14:textId="77777777" w:rsidR="00582CC3" w:rsidRDefault="00582CC3" w:rsidP="00582CC3">
            <w:pPr>
              <w:rPr>
                <w:sz w:val="20"/>
              </w:rPr>
            </w:pPr>
            <w:r>
              <w:rPr>
                <w:sz w:val="20"/>
              </w:rPr>
              <w:t>Undervisning af alle medarbejdere, der arbejder med personoplysninger i udvalgte og relevante emner fra Datapolitikken på et personalemøde.</w:t>
            </w:r>
          </w:p>
          <w:p w14:paraId="589F611F" w14:textId="77777777" w:rsidR="00582CC3" w:rsidRDefault="00582CC3" w:rsidP="00582CC3">
            <w:pPr>
              <w:rPr>
                <w:sz w:val="20"/>
              </w:rPr>
            </w:pPr>
          </w:p>
        </w:tc>
        <w:tc>
          <w:tcPr>
            <w:tcW w:w="3042" w:type="dxa"/>
          </w:tcPr>
          <w:p w14:paraId="0CC465C8" w14:textId="77777777" w:rsidR="00582CC3" w:rsidRDefault="00582CC3" w:rsidP="00582CC3">
            <w:r>
              <w:t>Der er uddelt dokumenter til hver medarbejder.</w:t>
            </w:r>
          </w:p>
          <w:p w14:paraId="755DBAF9" w14:textId="79847FB1" w:rsidR="00582CC3" w:rsidRDefault="00582CC3" w:rsidP="00582CC3">
            <w:r>
              <w:t>Samt er der ved lærermøde fortalt om sikkerhed af PC</w:t>
            </w:r>
            <w:r w:rsidR="00234BFC">
              <w:t xml:space="preserve"> ved årets </w:t>
            </w:r>
            <w:r w:rsidR="00BE1F63">
              <w:t>start i august.</w:t>
            </w:r>
          </w:p>
        </w:tc>
      </w:tr>
      <w:tr w:rsidR="00582CC3" w14:paraId="0CBDFBB6" w14:textId="77777777" w:rsidTr="0032092E">
        <w:tc>
          <w:tcPr>
            <w:tcW w:w="3284" w:type="dxa"/>
            <w:vMerge/>
          </w:tcPr>
          <w:p w14:paraId="13923B02" w14:textId="77777777" w:rsidR="00582CC3" w:rsidRDefault="00582CC3" w:rsidP="00582CC3">
            <w:pPr>
              <w:rPr>
                <w:b/>
              </w:rPr>
            </w:pPr>
          </w:p>
        </w:tc>
        <w:tc>
          <w:tcPr>
            <w:tcW w:w="3302" w:type="dxa"/>
          </w:tcPr>
          <w:p w14:paraId="6BEE64EF" w14:textId="77777777" w:rsidR="00582CC3" w:rsidRDefault="00582CC3" w:rsidP="00582CC3">
            <w:pPr>
              <w:rPr>
                <w:sz w:val="20"/>
              </w:rPr>
            </w:pPr>
            <w:r>
              <w:rPr>
                <w:sz w:val="20"/>
              </w:rPr>
              <w:t>Gennemgang af ansøgerdatabase og mappe for fratrådte medarbejdere – skal nogen slettes?</w:t>
            </w:r>
          </w:p>
          <w:p w14:paraId="33A32148" w14:textId="77777777" w:rsidR="00582CC3" w:rsidRDefault="00582CC3" w:rsidP="00582CC3">
            <w:pPr>
              <w:rPr>
                <w:sz w:val="20"/>
              </w:rPr>
            </w:pPr>
          </w:p>
        </w:tc>
        <w:tc>
          <w:tcPr>
            <w:tcW w:w="3042" w:type="dxa"/>
          </w:tcPr>
          <w:p w14:paraId="144095C2" w14:textId="77777777" w:rsidR="00582CC3" w:rsidRDefault="00582CC3" w:rsidP="00582CC3"/>
        </w:tc>
      </w:tr>
      <w:tr w:rsidR="00582CC3" w14:paraId="2AD8FCB9" w14:textId="77777777" w:rsidTr="0032092E">
        <w:tc>
          <w:tcPr>
            <w:tcW w:w="3284" w:type="dxa"/>
          </w:tcPr>
          <w:p w14:paraId="6F6E2C7D" w14:textId="77777777" w:rsidR="00582CC3" w:rsidRPr="0023228F" w:rsidRDefault="00582CC3" w:rsidP="00582CC3">
            <w:pPr>
              <w:rPr>
                <w:b/>
              </w:rPr>
            </w:pPr>
            <w:r>
              <w:rPr>
                <w:b/>
              </w:rPr>
              <w:t>Ved årets afslutning:</w:t>
            </w:r>
          </w:p>
        </w:tc>
        <w:tc>
          <w:tcPr>
            <w:tcW w:w="3302" w:type="dxa"/>
          </w:tcPr>
          <w:p w14:paraId="70AD9A2A" w14:textId="77777777" w:rsidR="00582CC3" w:rsidRPr="00C2326F" w:rsidRDefault="00582CC3" w:rsidP="00582CC3">
            <w:pPr>
              <w:rPr>
                <w:b/>
                <w:sz w:val="20"/>
                <w:u w:val="single"/>
              </w:rPr>
            </w:pPr>
            <w:r w:rsidRPr="00C2326F">
              <w:rPr>
                <w:b/>
                <w:sz w:val="20"/>
                <w:u w:val="single"/>
              </w:rPr>
              <w:t>Gennemgang af Datapolitikken med tilhørende bilag:</w:t>
            </w:r>
          </w:p>
          <w:p w14:paraId="4F0026AE" w14:textId="77777777" w:rsidR="00582CC3" w:rsidRPr="00C2326F" w:rsidRDefault="00582CC3" w:rsidP="00582CC3">
            <w:pPr>
              <w:rPr>
                <w:b/>
                <w:sz w:val="20"/>
                <w:u w:val="single"/>
              </w:rPr>
            </w:pPr>
          </w:p>
          <w:p w14:paraId="53D8D0EE" w14:textId="77777777" w:rsidR="00582CC3" w:rsidRPr="00C2326F" w:rsidRDefault="00582CC3" w:rsidP="00582CC3">
            <w:pPr>
              <w:rPr>
                <w:sz w:val="20"/>
              </w:rPr>
            </w:pPr>
            <w:r w:rsidRPr="00C2326F">
              <w:rPr>
                <w:sz w:val="20"/>
              </w:rPr>
              <w:t>Hele Datapolitikken gennemgås. I det omfang, der er behov for ændringer, tilføjelser eller sletninger foretages dette.</w:t>
            </w:r>
          </w:p>
          <w:p w14:paraId="3FD40DA2" w14:textId="77777777" w:rsidR="00582CC3" w:rsidRPr="00C2326F" w:rsidRDefault="00582CC3" w:rsidP="00582CC3">
            <w:pPr>
              <w:rPr>
                <w:sz w:val="20"/>
              </w:rPr>
            </w:pPr>
          </w:p>
          <w:p w14:paraId="451BCB28" w14:textId="77777777" w:rsidR="00582CC3" w:rsidRDefault="00582CC3" w:rsidP="00582CC3">
            <w:pPr>
              <w:rPr>
                <w:sz w:val="20"/>
              </w:rPr>
            </w:pPr>
            <w:r w:rsidRPr="00C2326F">
              <w:rPr>
                <w:sz w:val="20"/>
              </w:rPr>
              <w:t>Forsiden på den fysiske udgave af Datapolitikken signeres og den nye udgave gemmes i den fysiske mappe med Datapolitikken på kontoret.</w:t>
            </w:r>
          </w:p>
          <w:p w14:paraId="564D8610" w14:textId="77777777" w:rsidR="00582CC3" w:rsidRPr="00C2326F" w:rsidRDefault="00582CC3" w:rsidP="00582CC3"/>
        </w:tc>
        <w:tc>
          <w:tcPr>
            <w:tcW w:w="3042" w:type="dxa"/>
          </w:tcPr>
          <w:p w14:paraId="771CE70E" w14:textId="01E8A2B0" w:rsidR="00582CC3" w:rsidRDefault="00B16BC2" w:rsidP="00582CC3">
            <w:r>
              <w:t>Gennemgået og ændret  juli 2021</w:t>
            </w:r>
          </w:p>
        </w:tc>
      </w:tr>
      <w:tr w:rsidR="00582CC3" w14:paraId="628F49C2" w14:textId="77777777" w:rsidTr="0032092E">
        <w:tc>
          <w:tcPr>
            <w:tcW w:w="3284" w:type="dxa"/>
          </w:tcPr>
          <w:p w14:paraId="616409C4" w14:textId="77777777" w:rsidR="00582CC3" w:rsidRDefault="00582CC3" w:rsidP="00582CC3"/>
        </w:tc>
        <w:tc>
          <w:tcPr>
            <w:tcW w:w="3302" w:type="dxa"/>
          </w:tcPr>
          <w:p w14:paraId="55D785C2" w14:textId="77777777" w:rsidR="00582CC3" w:rsidRPr="0032092E" w:rsidRDefault="00582CC3" w:rsidP="00582CC3">
            <w:pPr>
              <w:rPr>
                <w:b/>
                <w:sz w:val="20"/>
                <w:szCs w:val="20"/>
                <w:u w:val="single"/>
              </w:rPr>
            </w:pPr>
            <w:r w:rsidRPr="0032092E">
              <w:rPr>
                <w:b/>
                <w:sz w:val="20"/>
                <w:szCs w:val="20"/>
                <w:u w:val="single"/>
              </w:rPr>
              <w:t>Oprydning:</w:t>
            </w:r>
          </w:p>
          <w:p w14:paraId="48335059" w14:textId="77777777" w:rsidR="00582CC3" w:rsidRDefault="00582CC3" w:rsidP="00582CC3">
            <w:r w:rsidRPr="0032092E">
              <w:rPr>
                <w:sz w:val="20"/>
                <w:szCs w:val="20"/>
              </w:rPr>
              <w:t>Alle mapper på clouden, der indeholder personoplysninger om medarbejdere eller børn/elever, gennemgås med henblik på at dobbeltsikre, at alle oplysninger, der ikke længere er et berettiget formål til at opbevare, slettes.</w:t>
            </w:r>
          </w:p>
          <w:p w14:paraId="739E3D3F" w14:textId="77777777" w:rsidR="00582CC3" w:rsidRPr="0032092E" w:rsidRDefault="00582CC3" w:rsidP="00582CC3"/>
        </w:tc>
        <w:tc>
          <w:tcPr>
            <w:tcW w:w="3042" w:type="dxa"/>
          </w:tcPr>
          <w:p w14:paraId="18A08EB4" w14:textId="563835B6" w:rsidR="00582CC3" w:rsidRDefault="00B16BC2" w:rsidP="00582CC3">
            <w:r>
              <w:t>Gennem</w:t>
            </w:r>
            <w:r w:rsidR="00683259">
              <w:t xml:space="preserve">gås løbende. Elever og personale overføres til </w:t>
            </w:r>
            <w:r w:rsidR="00716138">
              <w:t>udmeldte/fratrådte mapper</w:t>
            </w:r>
            <w:r w:rsidR="00D674C4">
              <w:t xml:space="preserve">. </w:t>
            </w:r>
          </w:p>
        </w:tc>
      </w:tr>
      <w:tr w:rsidR="00582CC3" w14:paraId="579E011E" w14:textId="77777777" w:rsidTr="0032092E">
        <w:tc>
          <w:tcPr>
            <w:tcW w:w="9628" w:type="dxa"/>
            <w:gridSpan w:val="3"/>
            <w:shd w:val="clear" w:color="auto" w:fill="92D050"/>
          </w:tcPr>
          <w:p w14:paraId="2E0D846C" w14:textId="77777777" w:rsidR="00582CC3" w:rsidRDefault="00582CC3" w:rsidP="00582CC3">
            <w:r>
              <w:rPr>
                <w:b/>
              </w:rPr>
              <w:t>AD HOC-OPGAVER</w:t>
            </w:r>
          </w:p>
        </w:tc>
      </w:tr>
      <w:tr w:rsidR="00582CC3" w14:paraId="2D1FB771" w14:textId="77777777" w:rsidTr="0032092E">
        <w:tc>
          <w:tcPr>
            <w:tcW w:w="3284" w:type="dxa"/>
            <w:vMerge w:val="restart"/>
          </w:tcPr>
          <w:p w14:paraId="639DCC97" w14:textId="77777777" w:rsidR="00582CC3" w:rsidRPr="006832D1" w:rsidRDefault="00582CC3" w:rsidP="00582CC3">
            <w:pPr>
              <w:rPr>
                <w:b/>
              </w:rPr>
            </w:pPr>
            <w:r w:rsidRPr="006832D1">
              <w:rPr>
                <w:b/>
              </w:rPr>
              <w:t>Ved indførelse af nye arbejdsområder i organisationen, hvor der sker en anden/ny form for behandling af personoplysninger</w:t>
            </w:r>
            <w:r>
              <w:rPr>
                <w:b/>
              </w:rPr>
              <w:t>:</w:t>
            </w:r>
          </w:p>
          <w:p w14:paraId="37BE9DE3" w14:textId="77777777" w:rsidR="00582CC3" w:rsidRDefault="00582CC3" w:rsidP="00582CC3"/>
        </w:tc>
        <w:tc>
          <w:tcPr>
            <w:tcW w:w="3302" w:type="dxa"/>
          </w:tcPr>
          <w:p w14:paraId="26BBEFEC" w14:textId="77777777" w:rsidR="00582CC3" w:rsidRDefault="00582CC3" w:rsidP="00582C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Udarbejdelse af </w:t>
            </w:r>
            <w:proofErr w:type="spellStart"/>
            <w:r>
              <w:rPr>
                <w:sz w:val="20"/>
                <w:szCs w:val="20"/>
              </w:rPr>
              <w:t>datastrømsanalyse</w:t>
            </w:r>
            <w:proofErr w:type="spellEnd"/>
            <w:r>
              <w:rPr>
                <w:sz w:val="20"/>
                <w:szCs w:val="20"/>
              </w:rPr>
              <w:t xml:space="preserve"> for området.</w:t>
            </w:r>
          </w:p>
          <w:p w14:paraId="12EFFE23" w14:textId="77777777" w:rsidR="00582CC3" w:rsidRPr="0023228F" w:rsidRDefault="00582CC3" w:rsidP="00582CC3">
            <w:pPr>
              <w:rPr>
                <w:sz w:val="20"/>
                <w:szCs w:val="20"/>
              </w:rPr>
            </w:pPr>
          </w:p>
        </w:tc>
        <w:tc>
          <w:tcPr>
            <w:tcW w:w="3042" w:type="dxa"/>
          </w:tcPr>
          <w:p w14:paraId="1BF5508B" w14:textId="77777777" w:rsidR="00582CC3" w:rsidRDefault="00582CC3" w:rsidP="00582CC3"/>
        </w:tc>
      </w:tr>
      <w:tr w:rsidR="00582CC3" w14:paraId="233A473B" w14:textId="77777777" w:rsidTr="0032092E">
        <w:tc>
          <w:tcPr>
            <w:tcW w:w="3284" w:type="dxa"/>
            <w:vMerge/>
          </w:tcPr>
          <w:p w14:paraId="34CD46D0" w14:textId="77777777" w:rsidR="00582CC3" w:rsidRDefault="00582CC3" w:rsidP="00582CC3"/>
        </w:tc>
        <w:tc>
          <w:tcPr>
            <w:tcW w:w="3302" w:type="dxa"/>
          </w:tcPr>
          <w:p w14:paraId="42226E75" w14:textId="77777777" w:rsidR="00582CC3" w:rsidRDefault="00582CC3" w:rsidP="00582C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Udarbejdelse af risikovurdering for området.</w:t>
            </w:r>
          </w:p>
          <w:p w14:paraId="3DF450A0" w14:textId="77777777" w:rsidR="00582CC3" w:rsidRPr="0023228F" w:rsidRDefault="00582CC3" w:rsidP="00582CC3">
            <w:pPr>
              <w:rPr>
                <w:sz w:val="20"/>
                <w:szCs w:val="20"/>
              </w:rPr>
            </w:pPr>
          </w:p>
        </w:tc>
        <w:tc>
          <w:tcPr>
            <w:tcW w:w="3042" w:type="dxa"/>
          </w:tcPr>
          <w:p w14:paraId="60C5E6F6" w14:textId="77777777" w:rsidR="00582CC3" w:rsidRDefault="00582CC3" w:rsidP="00582CC3"/>
        </w:tc>
      </w:tr>
      <w:tr w:rsidR="00582CC3" w14:paraId="66F001B1" w14:textId="77777777" w:rsidTr="0032092E">
        <w:tc>
          <w:tcPr>
            <w:tcW w:w="3284" w:type="dxa"/>
            <w:vMerge/>
          </w:tcPr>
          <w:p w14:paraId="0DCB7070" w14:textId="77777777" w:rsidR="00582CC3" w:rsidRDefault="00582CC3" w:rsidP="00582CC3"/>
        </w:tc>
        <w:tc>
          <w:tcPr>
            <w:tcW w:w="3302" w:type="dxa"/>
          </w:tcPr>
          <w:p w14:paraId="50A52F89" w14:textId="77777777" w:rsidR="00582CC3" w:rsidRDefault="00582CC3" w:rsidP="00582C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Udarbejdelse fortegnelse over behandlingsaktiviteter for området.</w:t>
            </w:r>
          </w:p>
          <w:p w14:paraId="6C1D731C" w14:textId="77777777" w:rsidR="00582CC3" w:rsidRPr="0023228F" w:rsidRDefault="00582CC3" w:rsidP="00582CC3">
            <w:pPr>
              <w:rPr>
                <w:sz w:val="20"/>
                <w:szCs w:val="20"/>
              </w:rPr>
            </w:pPr>
          </w:p>
        </w:tc>
        <w:tc>
          <w:tcPr>
            <w:tcW w:w="3042" w:type="dxa"/>
          </w:tcPr>
          <w:p w14:paraId="40D5D8EE" w14:textId="77777777" w:rsidR="00582CC3" w:rsidRDefault="00582CC3" w:rsidP="00582CC3"/>
        </w:tc>
      </w:tr>
      <w:tr w:rsidR="00582CC3" w14:paraId="4CE9E58E" w14:textId="77777777" w:rsidTr="0032092E">
        <w:tc>
          <w:tcPr>
            <w:tcW w:w="3284" w:type="dxa"/>
            <w:vMerge/>
          </w:tcPr>
          <w:p w14:paraId="207DDE56" w14:textId="77777777" w:rsidR="00582CC3" w:rsidRDefault="00582CC3" w:rsidP="00582CC3"/>
        </w:tc>
        <w:tc>
          <w:tcPr>
            <w:tcW w:w="3302" w:type="dxa"/>
          </w:tcPr>
          <w:p w14:paraId="17C74676" w14:textId="77777777" w:rsidR="00582CC3" w:rsidRDefault="00582CC3" w:rsidP="00582C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Tilpasning af tekniske og organisatoriske sikkerhedsforanstaltninger til området.</w:t>
            </w:r>
          </w:p>
          <w:p w14:paraId="52E6DFB4" w14:textId="77777777" w:rsidR="00582CC3" w:rsidRPr="0023228F" w:rsidRDefault="00582CC3" w:rsidP="00582CC3">
            <w:pPr>
              <w:rPr>
                <w:sz w:val="20"/>
                <w:szCs w:val="20"/>
              </w:rPr>
            </w:pPr>
          </w:p>
        </w:tc>
        <w:tc>
          <w:tcPr>
            <w:tcW w:w="3042" w:type="dxa"/>
          </w:tcPr>
          <w:p w14:paraId="7E20D720" w14:textId="77777777" w:rsidR="00582CC3" w:rsidRDefault="00582CC3" w:rsidP="00582CC3"/>
        </w:tc>
      </w:tr>
      <w:tr w:rsidR="00582CC3" w14:paraId="4DFC7478" w14:textId="77777777" w:rsidTr="0032092E">
        <w:tc>
          <w:tcPr>
            <w:tcW w:w="3284" w:type="dxa"/>
            <w:vMerge/>
          </w:tcPr>
          <w:p w14:paraId="44184709" w14:textId="77777777" w:rsidR="00582CC3" w:rsidRDefault="00582CC3" w:rsidP="00582CC3"/>
        </w:tc>
        <w:tc>
          <w:tcPr>
            <w:tcW w:w="3302" w:type="dxa"/>
          </w:tcPr>
          <w:p w14:paraId="726A04ED" w14:textId="77777777" w:rsidR="00582CC3" w:rsidRDefault="00582CC3" w:rsidP="00582C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Udarbejdelse af relevante driftsmæssige procedurer for området.</w:t>
            </w:r>
          </w:p>
          <w:p w14:paraId="684BDE13" w14:textId="77777777" w:rsidR="00582CC3" w:rsidRPr="0023228F" w:rsidRDefault="00582CC3" w:rsidP="00582CC3">
            <w:pPr>
              <w:rPr>
                <w:sz w:val="20"/>
                <w:szCs w:val="20"/>
              </w:rPr>
            </w:pPr>
          </w:p>
        </w:tc>
        <w:tc>
          <w:tcPr>
            <w:tcW w:w="3042" w:type="dxa"/>
          </w:tcPr>
          <w:p w14:paraId="419360FC" w14:textId="77777777" w:rsidR="00582CC3" w:rsidRDefault="00582CC3" w:rsidP="00582CC3"/>
        </w:tc>
      </w:tr>
      <w:tr w:rsidR="00582CC3" w14:paraId="30F1A3CB" w14:textId="77777777" w:rsidTr="0032092E">
        <w:tc>
          <w:tcPr>
            <w:tcW w:w="3284" w:type="dxa"/>
          </w:tcPr>
          <w:p w14:paraId="690D0006" w14:textId="77777777" w:rsidR="00582CC3" w:rsidRDefault="00582CC3" w:rsidP="00582CC3">
            <w:pPr>
              <w:rPr>
                <w:b/>
              </w:rPr>
            </w:pPr>
            <w:r>
              <w:rPr>
                <w:b/>
              </w:rPr>
              <w:t xml:space="preserve">Ved indgåelse af databehandleraftaler med nye </w:t>
            </w:r>
            <w:proofErr w:type="spellStart"/>
            <w:r>
              <w:rPr>
                <w:b/>
              </w:rPr>
              <w:t>databehandlere</w:t>
            </w:r>
            <w:proofErr w:type="spellEnd"/>
            <w:r>
              <w:rPr>
                <w:b/>
              </w:rPr>
              <w:t>:</w:t>
            </w:r>
          </w:p>
          <w:p w14:paraId="32C6DD9E" w14:textId="77777777" w:rsidR="00582CC3" w:rsidRPr="006832D1" w:rsidRDefault="00582CC3" w:rsidP="00582CC3">
            <w:pPr>
              <w:rPr>
                <w:b/>
              </w:rPr>
            </w:pPr>
          </w:p>
        </w:tc>
        <w:tc>
          <w:tcPr>
            <w:tcW w:w="3302" w:type="dxa"/>
          </w:tcPr>
          <w:p w14:paraId="1230BE68" w14:textId="77777777" w:rsidR="00582CC3" w:rsidRDefault="00582CC3" w:rsidP="00582C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Gennemgå skemaet ”Indgåelse af nye databehandleraftaler” (bilag 8).</w:t>
            </w:r>
          </w:p>
        </w:tc>
        <w:tc>
          <w:tcPr>
            <w:tcW w:w="3042" w:type="dxa"/>
          </w:tcPr>
          <w:p w14:paraId="7305649C" w14:textId="01E9B5E2" w:rsidR="00C74002" w:rsidRDefault="00C74002" w:rsidP="00582CC3">
            <w:r>
              <w:t>Gennemgås løbende når vi</w:t>
            </w:r>
            <w:r w:rsidR="00DB6070">
              <w:t xml:space="preserve"> entrerer med nye samarbejdspartnere. </w:t>
            </w:r>
          </w:p>
        </w:tc>
      </w:tr>
    </w:tbl>
    <w:p w14:paraId="4125649C" w14:textId="77777777" w:rsidR="00A07223" w:rsidRDefault="00A07223" w:rsidP="00A07223">
      <w:pPr>
        <w:autoSpaceDE/>
        <w:autoSpaceDN/>
        <w:jc w:val="left"/>
      </w:pPr>
    </w:p>
    <w:p w14:paraId="5291818C" w14:textId="77777777" w:rsidR="00194A89" w:rsidRDefault="00194A89" w:rsidP="00AA399E">
      <w:pPr>
        <w:autoSpaceDE/>
        <w:autoSpaceDN/>
        <w:jc w:val="left"/>
      </w:pPr>
    </w:p>
    <w:sectPr w:rsidR="00194A89" w:rsidSect="00AA399E">
      <w:pgSz w:w="11906" w:h="16838" w:code="9"/>
      <w:pgMar w:top="2268" w:right="1134" w:bottom="1701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058BB" w14:textId="77777777" w:rsidR="007E1E55" w:rsidRDefault="007E1E55">
      <w:r>
        <w:separator/>
      </w:r>
    </w:p>
  </w:endnote>
  <w:endnote w:type="continuationSeparator" w:id="0">
    <w:p w14:paraId="204032FC" w14:textId="77777777" w:rsidR="007E1E55" w:rsidRDefault="007E1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7D0B3" w14:textId="77777777" w:rsidR="007E1E55" w:rsidRDefault="007E1E55">
      <w:r>
        <w:separator/>
      </w:r>
    </w:p>
  </w:footnote>
  <w:footnote w:type="continuationSeparator" w:id="0">
    <w:p w14:paraId="1C3A0FF5" w14:textId="77777777" w:rsidR="007E1E55" w:rsidRDefault="007E1E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642D40C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D06391A"/>
    <w:multiLevelType w:val="multilevel"/>
    <w:tmpl w:val="B9EE69FC"/>
    <w:lvl w:ilvl="0">
      <w:start w:val="1"/>
      <w:numFmt w:val="decimal"/>
      <w:pStyle w:val="Overskrift1"/>
      <w:lvlText w:val="%1"/>
      <w:lvlJc w:val="left"/>
      <w:pPr>
        <w:ind w:left="964" w:hanging="964"/>
      </w:pPr>
      <w:rPr>
        <w:rFonts w:hint="default"/>
      </w:rPr>
    </w:lvl>
    <w:lvl w:ilvl="1">
      <w:start w:val="1"/>
      <w:numFmt w:val="decimal"/>
      <w:pStyle w:val="Overskrift2"/>
      <w:lvlText w:val="%1.%2"/>
      <w:lvlJc w:val="left"/>
      <w:pPr>
        <w:ind w:left="964" w:hanging="96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6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2C007D1"/>
    <w:multiLevelType w:val="multilevel"/>
    <w:tmpl w:val="7696C2A4"/>
    <w:lvl w:ilvl="0">
      <w:start w:val="1"/>
      <w:numFmt w:val="decimal"/>
      <w:lvlText w:val="%1"/>
      <w:lvlJc w:val="left"/>
      <w:pPr>
        <w:ind w:left="964" w:hanging="96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E391AEB"/>
    <w:multiLevelType w:val="multilevel"/>
    <w:tmpl w:val="A31AA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Oversk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  <w:num w:numId="11">
    <w:abstractNumId w:val="1"/>
  </w:num>
  <w:num w:numId="12">
    <w:abstractNumId w:val="1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4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3B1"/>
    <w:rsid w:val="000272BA"/>
    <w:rsid w:val="00091452"/>
    <w:rsid w:val="000C3F38"/>
    <w:rsid w:val="00193EA3"/>
    <w:rsid w:val="00194A89"/>
    <w:rsid w:val="001E3A38"/>
    <w:rsid w:val="001F19C5"/>
    <w:rsid w:val="00234BFC"/>
    <w:rsid w:val="0023748A"/>
    <w:rsid w:val="00237539"/>
    <w:rsid w:val="0032092E"/>
    <w:rsid w:val="00351034"/>
    <w:rsid w:val="003D23D4"/>
    <w:rsid w:val="003D6E89"/>
    <w:rsid w:val="004F022A"/>
    <w:rsid w:val="00517402"/>
    <w:rsid w:val="00582CC3"/>
    <w:rsid w:val="00683259"/>
    <w:rsid w:val="006A1569"/>
    <w:rsid w:val="00716138"/>
    <w:rsid w:val="007E1E55"/>
    <w:rsid w:val="008208DE"/>
    <w:rsid w:val="00837B14"/>
    <w:rsid w:val="008A63B1"/>
    <w:rsid w:val="00925D27"/>
    <w:rsid w:val="00A07223"/>
    <w:rsid w:val="00A30731"/>
    <w:rsid w:val="00A75F02"/>
    <w:rsid w:val="00AA399E"/>
    <w:rsid w:val="00B16BC2"/>
    <w:rsid w:val="00BE1F63"/>
    <w:rsid w:val="00C74002"/>
    <w:rsid w:val="00CA7426"/>
    <w:rsid w:val="00D674C4"/>
    <w:rsid w:val="00D7123A"/>
    <w:rsid w:val="00DB6070"/>
    <w:rsid w:val="00E97D16"/>
    <w:rsid w:val="00FD5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BCE56E"/>
  <w15:docId w15:val="{843440C1-0129-4C11-8BFF-2E883B8DA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7223"/>
    <w:pPr>
      <w:autoSpaceDE w:val="0"/>
      <w:autoSpaceDN w:val="0"/>
      <w:jc w:val="both"/>
    </w:pPr>
    <w:rPr>
      <w:rFonts w:asciiTheme="minorHAnsi" w:hAnsiTheme="minorHAnsi"/>
      <w:sz w:val="24"/>
      <w:szCs w:val="24"/>
      <w:lang w:eastAsia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A399E"/>
    <w:pPr>
      <w:numPr>
        <w:numId w:val="12"/>
      </w:numPr>
      <w:autoSpaceDE/>
      <w:autoSpaceDN/>
      <w:spacing w:before="480" w:after="240"/>
      <w:jc w:val="left"/>
      <w:outlineLvl w:val="0"/>
    </w:pPr>
    <w:rPr>
      <w:rFonts w:eastAsiaTheme="minorHAnsi" w:cstheme="minorBidi"/>
      <w:b/>
      <w:bCs/>
      <w:caps/>
    </w:rPr>
  </w:style>
  <w:style w:type="paragraph" w:styleId="Overskrift2">
    <w:name w:val="heading 2"/>
    <w:basedOn w:val="Overskrift1"/>
    <w:link w:val="Overskrift2Tegn"/>
    <w:uiPriority w:val="9"/>
    <w:unhideWhenUsed/>
    <w:qFormat/>
    <w:rsid w:val="00AA399E"/>
    <w:pPr>
      <w:numPr>
        <w:ilvl w:val="1"/>
      </w:numPr>
      <w:spacing w:before="240"/>
      <w:outlineLvl w:val="1"/>
    </w:pPr>
    <w:rPr>
      <w:b w:val="0"/>
      <w:caps w:val="0"/>
    </w:rPr>
  </w:style>
  <w:style w:type="paragraph" w:styleId="Overskrift3">
    <w:name w:val="heading 3"/>
    <w:basedOn w:val="Overskrift2"/>
    <w:link w:val="Overskrift3Tegn"/>
    <w:uiPriority w:val="9"/>
    <w:unhideWhenUsed/>
    <w:qFormat/>
    <w:rsid w:val="00AA399E"/>
    <w:pPr>
      <w:numPr>
        <w:ilvl w:val="2"/>
        <w:numId w:val="18"/>
      </w:numPr>
      <w:outlineLvl w:val="2"/>
    </w:pPr>
  </w:style>
  <w:style w:type="paragraph" w:styleId="Overskrift4">
    <w:name w:val="heading 4"/>
    <w:basedOn w:val="Normal"/>
    <w:next w:val="Normal"/>
    <w:qFormat/>
    <w:rsid w:val="00AA399E"/>
    <w:pPr>
      <w:keepNext/>
      <w:spacing w:after="60"/>
      <w:outlineLvl w:val="3"/>
    </w:pPr>
    <w:rPr>
      <w:rFonts w:cs="Arial"/>
      <w:b/>
      <w:bCs/>
    </w:rPr>
  </w:style>
  <w:style w:type="paragraph" w:styleId="Overskrift5">
    <w:name w:val="heading 5"/>
    <w:basedOn w:val="Normal"/>
    <w:next w:val="Normal"/>
    <w:qFormat/>
    <w:rsid w:val="00AA399E"/>
    <w:pPr>
      <w:numPr>
        <w:ilvl w:val="4"/>
        <w:numId w:val="17"/>
      </w:numPr>
      <w:spacing w:after="60"/>
      <w:outlineLvl w:val="4"/>
    </w:pPr>
    <w:rPr>
      <w:rFonts w:cs="Arial"/>
      <w:sz w:val="22"/>
      <w:szCs w:val="22"/>
    </w:rPr>
  </w:style>
  <w:style w:type="paragraph" w:styleId="Overskrift6">
    <w:name w:val="heading 6"/>
    <w:basedOn w:val="Normal"/>
    <w:next w:val="Normal"/>
    <w:qFormat/>
    <w:rsid w:val="00AA399E"/>
    <w:pPr>
      <w:numPr>
        <w:ilvl w:val="5"/>
        <w:numId w:val="17"/>
      </w:numPr>
      <w:spacing w:after="60"/>
      <w:outlineLvl w:val="5"/>
    </w:pPr>
    <w:rPr>
      <w:i/>
      <w:iCs/>
      <w:sz w:val="22"/>
      <w:szCs w:val="22"/>
    </w:rPr>
  </w:style>
  <w:style w:type="paragraph" w:styleId="Overskrift7">
    <w:name w:val="heading 7"/>
    <w:basedOn w:val="Normal"/>
    <w:next w:val="Normal"/>
    <w:qFormat/>
    <w:rsid w:val="00AA399E"/>
    <w:pPr>
      <w:numPr>
        <w:ilvl w:val="6"/>
        <w:numId w:val="17"/>
      </w:numPr>
      <w:spacing w:after="60"/>
      <w:outlineLvl w:val="6"/>
    </w:pPr>
    <w:rPr>
      <w:rFonts w:cs="Arial"/>
    </w:rPr>
  </w:style>
  <w:style w:type="paragraph" w:styleId="Overskrift8">
    <w:name w:val="heading 8"/>
    <w:basedOn w:val="Normal"/>
    <w:next w:val="Normal"/>
    <w:qFormat/>
    <w:rsid w:val="00AA399E"/>
    <w:pPr>
      <w:numPr>
        <w:ilvl w:val="7"/>
        <w:numId w:val="17"/>
      </w:numPr>
      <w:spacing w:after="60"/>
      <w:outlineLvl w:val="7"/>
    </w:pPr>
    <w:rPr>
      <w:rFonts w:cs="Arial"/>
      <w:i/>
      <w:iCs/>
    </w:rPr>
  </w:style>
  <w:style w:type="paragraph" w:styleId="Overskrift9">
    <w:name w:val="heading 9"/>
    <w:basedOn w:val="Normal"/>
    <w:next w:val="Normal"/>
    <w:qFormat/>
    <w:rsid w:val="00AA399E"/>
    <w:pPr>
      <w:numPr>
        <w:ilvl w:val="8"/>
        <w:numId w:val="17"/>
      </w:numPr>
      <w:spacing w:after="60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attypografi">
    <w:name w:val="at typografi"/>
    <w:basedOn w:val="Normal"/>
    <w:pPr>
      <w:ind w:left="567" w:hanging="567"/>
    </w:pPr>
  </w:style>
  <w:style w:type="paragraph" w:customStyle="1" w:styleId="Billedlogo">
    <w:name w:val="Billedlogo"/>
    <w:basedOn w:val="Normal"/>
    <w:qFormat/>
    <w:rsid w:val="00AA399E"/>
    <w:pPr>
      <w:framePr w:w="1049" w:hSpace="142" w:vSpace="142" w:wrap="around" w:vAnchor="page" w:hAnchor="margin" w:xAlign="right" w:y="738"/>
      <w:autoSpaceDE/>
      <w:autoSpaceDN/>
    </w:pPr>
    <w:rPr>
      <w:rFonts w:ascii="Times New Roman" w:hAnsi="Times New Roman"/>
      <w:szCs w:val="20"/>
      <w:lang w:eastAsia="da-DK"/>
    </w:rPr>
  </w:style>
  <w:style w:type="paragraph" w:customStyle="1" w:styleId="Brevoplysninger">
    <w:name w:val="Brevoplysninger"/>
    <w:basedOn w:val="Normal"/>
    <w:rsid w:val="00517402"/>
    <w:pPr>
      <w:framePr w:w="9185" w:hSpace="181" w:vSpace="181" w:wrap="around" w:vAnchor="page" w:hAnchor="margin" w:y="4197"/>
    </w:pPr>
    <w:rPr>
      <w:sz w:val="16"/>
    </w:rPr>
  </w:style>
  <w:style w:type="paragraph" w:customStyle="1" w:styleId="Bundlogo">
    <w:name w:val="Bundlogo"/>
    <w:basedOn w:val="Normal"/>
    <w:qFormat/>
    <w:rsid w:val="00AA399E"/>
    <w:pPr>
      <w:framePr w:w="284" w:wrap="around" w:vAnchor="page" w:hAnchor="margin" w:y="15423"/>
      <w:autoSpaceDE/>
      <w:autoSpaceDN/>
    </w:pPr>
    <w:rPr>
      <w:color w:val="4F4F4F"/>
      <w:sz w:val="32"/>
      <w:szCs w:val="20"/>
      <w:lang w:eastAsia="da-DK"/>
    </w:rPr>
  </w:style>
  <w:style w:type="paragraph" w:customStyle="1" w:styleId="dokumentnavn">
    <w:name w:val="dokumentnavn"/>
    <w:basedOn w:val="Normal"/>
    <w:next w:val="Normal"/>
    <w:qFormat/>
    <w:rsid w:val="00AA399E"/>
    <w:pPr>
      <w:spacing w:before="600" w:after="240"/>
      <w:jc w:val="center"/>
    </w:pPr>
    <w:rPr>
      <w:b/>
      <w:caps/>
      <w:sz w:val="44"/>
    </w:rPr>
  </w:style>
  <w:style w:type="paragraph" w:customStyle="1" w:styleId="Lilledokumentnavn">
    <w:name w:val="Lille dokumentnavn"/>
    <w:basedOn w:val="Normal"/>
    <w:next w:val="Normal"/>
    <w:rsid w:val="004F022A"/>
    <w:pPr>
      <w:spacing w:after="240"/>
      <w:jc w:val="center"/>
    </w:pPr>
    <w:rPr>
      <w:b/>
    </w:rPr>
  </w:style>
  <w:style w:type="paragraph" w:customStyle="1" w:styleId="Medvenlighilsen">
    <w:name w:val="Med venlig hilsen"/>
    <w:basedOn w:val="Normal"/>
    <w:qFormat/>
    <w:rsid w:val="00AA399E"/>
    <w:pPr>
      <w:jc w:val="left"/>
    </w:pPr>
  </w:style>
  <w:style w:type="paragraph" w:customStyle="1" w:styleId="Modtager">
    <w:name w:val="Modtager"/>
    <w:basedOn w:val="Normal"/>
    <w:qFormat/>
    <w:rsid w:val="00AA399E"/>
    <w:pPr>
      <w:framePr w:w="4536" w:hSpace="142" w:vSpace="142" w:wrap="around" w:vAnchor="page" w:hAnchor="margin" w:y="2666"/>
      <w:jc w:val="left"/>
    </w:pPr>
  </w:style>
  <w:style w:type="paragraph" w:customStyle="1" w:styleId="Normaltal">
    <w:name w:val="Normal tal"/>
    <w:basedOn w:val="Normal"/>
    <w:pPr>
      <w:tabs>
        <w:tab w:val="left" w:pos="6237"/>
        <w:tab w:val="decimal" w:pos="8930"/>
      </w:tabs>
    </w:pPr>
  </w:style>
  <w:style w:type="paragraph" w:styleId="Sidefod">
    <w:name w:val="footer"/>
    <w:basedOn w:val="Normal"/>
    <w:link w:val="SidefodTegn"/>
    <w:qFormat/>
    <w:rsid w:val="00AA399E"/>
    <w:pPr>
      <w:tabs>
        <w:tab w:val="center" w:pos="4819"/>
        <w:tab w:val="right" w:pos="9638"/>
      </w:tabs>
      <w:jc w:val="center"/>
    </w:pPr>
  </w:style>
  <w:style w:type="paragraph" w:styleId="Sidehoved">
    <w:name w:val="header"/>
    <w:basedOn w:val="Normal"/>
    <w:rsid w:val="00517402"/>
    <w:pPr>
      <w:tabs>
        <w:tab w:val="center" w:pos="4819"/>
        <w:tab w:val="right" w:pos="9638"/>
      </w:tabs>
    </w:pPr>
  </w:style>
  <w:style w:type="character" w:styleId="Sidetal">
    <w:name w:val="page number"/>
    <w:basedOn w:val="Standardskrifttypeiafsnit"/>
    <w:rsid w:val="00517402"/>
  </w:style>
  <w:style w:type="paragraph" w:customStyle="1" w:styleId="Vedrrende">
    <w:name w:val="Vedrørende"/>
    <w:basedOn w:val="Normal"/>
    <w:qFormat/>
    <w:rsid w:val="00AA399E"/>
    <w:pPr>
      <w:framePr w:w="9639" w:hSpace="142" w:vSpace="142" w:wrap="around" w:vAnchor="page" w:hAnchor="margin" w:y="5558"/>
    </w:pPr>
    <w:rPr>
      <w:b/>
      <w:bCs/>
      <w:caps/>
    </w:rPr>
  </w:style>
  <w:style w:type="table" w:styleId="Tabel-Gitter">
    <w:name w:val="Table Grid"/>
    <w:basedOn w:val="Tabel-Normal"/>
    <w:rsid w:val="00517402"/>
    <w:pPr>
      <w:autoSpaceDE w:val="0"/>
      <w:autoSpaceDN w:val="0"/>
      <w:spacing w:before="240"/>
    </w:pPr>
    <w:tblPr>
      <w:tblCellSpacing w:w="0" w:type="dxa"/>
    </w:tblPr>
    <w:trPr>
      <w:tblCellSpacing w:w="0" w:type="dxa"/>
    </w:trPr>
    <w:tcPr>
      <w:shd w:val="clear" w:color="auto" w:fill="auto"/>
      <w:tcMar>
        <w:top w:w="0" w:type="dxa"/>
        <w:left w:w="108" w:type="dxa"/>
        <w:bottom w:w="0" w:type="dxa"/>
        <w:right w:w="108" w:type="dxa"/>
      </w:tcMar>
    </w:tcPr>
    <w:tblStylePr w:type="firstRow">
      <w:tblPr/>
      <w:tcPr>
        <w:tcBorders>
          <w:bottom w:val="nil"/>
          <w:right w:val="nil"/>
          <w:insideH w:val="nil"/>
        </w:tcBorders>
      </w:tcPr>
    </w:tblStylePr>
    <w:tblStylePr w:type="lastRow">
      <w:tblPr/>
      <w:tcPr>
        <w:tcBorders>
          <w:bottom w:val="nil"/>
          <w:right w:val="nil"/>
          <w:insideH w:val="nil"/>
        </w:tcBorders>
      </w:tcPr>
    </w:tblStylePr>
    <w:tblStylePr w:type="firstCol">
      <w:tblPr/>
      <w:tcPr>
        <w:tcBorders>
          <w:top w:val="nil"/>
          <w:left w:val="nil"/>
        </w:tcBorders>
      </w:tcPr>
    </w:tblStylePr>
    <w:tblStylePr w:type="lastCol">
      <w:tblPr/>
      <w:tcPr>
        <w:tcBorders>
          <w:top w:val="nil"/>
          <w:left w:val="nil"/>
        </w:tcBorders>
      </w:tcPr>
    </w:tblStylePr>
    <w:tblStylePr w:type="band1Vert">
      <w:tblPr/>
      <w:tcPr>
        <w:tcBorders>
          <w:top w:val="nil"/>
          <w:left w:val="nil"/>
        </w:tcBorders>
      </w:tcPr>
    </w:tblStylePr>
    <w:tblStylePr w:type="band2Vert">
      <w:tblPr/>
      <w:tcPr>
        <w:tcBorders>
          <w:top w:val="nil"/>
          <w:left w:val="nil"/>
        </w:tcBorders>
      </w:tcPr>
    </w:tblStylePr>
    <w:tblStylePr w:type="band1Horz">
      <w:tblPr/>
      <w:tcPr>
        <w:tcBorders>
          <w:bottom w:val="nil"/>
          <w:right w:val="nil"/>
          <w:insideH w:val="nil"/>
        </w:tcBorders>
      </w:tcPr>
    </w:tblStylePr>
    <w:tblStylePr w:type="band2Horz">
      <w:tblPr/>
      <w:tcPr>
        <w:tcBorders>
          <w:bottom w:val="nil"/>
          <w:right w:val="nil"/>
          <w:insideH w:val="nil"/>
        </w:tcBorders>
      </w:tcPr>
    </w:tblStylePr>
    <w:tblStylePr w:type="neCell">
      <w:tblPr/>
      <w:tcPr>
        <w:tcBorders>
          <w:top w:val="nil"/>
          <w:left w:val="nil"/>
        </w:tcBorders>
      </w:tcPr>
    </w:tblStylePr>
    <w:tblStylePr w:type="nwCell">
      <w:tblPr/>
      <w:tcPr>
        <w:tcBorders>
          <w:top w:val="nil"/>
          <w:lef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left w:val="nil"/>
        </w:tcBorders>
      </w:tcPr>
    </w:tblStylePr>
  </w:style>
  <w:style w:type="paragraph" w:customStyle="1" w:styleId="Bundtekst">
    <w:name w:val="Bundtekst"/>
    <w:basedOn w:val="Normal"/>
    <w:qFormat/>
    <w:rsid w:val="00AA399E"/>
    <w:pPr>
      <w:framePr w:w="8731" w:wrap="around" w:vAnchor="page" w:hAnchor="margin" w:y="15875"/>
      <w:autoSpaceDE/>
      <w:autoSpaceDN/>
    </w:pPr>
    <w:rPr>
      <w:rFonts w:ascii="Arial Narrow" w:hAnsi="Arial Narrow"/>
      <w:bCs/>
      <w:caps/>
      <w:sz w:val="16"/>
      <w:szCs w:val="20"/>
      <w:lang w:eastAsia="da-DK"/>
    </w:rPr>
  </w:style>
  <w:style w:type="paragraph" w:customStyle="1" w:styleId="Anbefalet">
    <w:name w:val="Anbefalet"/>
    <w:basedOn w:val="Modtager"/>
    <w:rsid w:val="00517402"/>
    <w:pPr>
      <w:framePr w:wrap="around" w:y="1645"/>
    </w:pPr>
    <w:rPr>
      <w:b/>
    </w:rPr>
  </w:style>
  <w:style w:type="paragraph" w:customStyle="1" w:styleId="Tekstlogo">
    <w:name w:val="Tekstlogo"/>
    <w:basedOn w:val="Normal"/>
    <w:qFormat/>
    <w:rsid w:val="00AA399E"/>
    <w:pPr>
      <w:framePr w:w="2835" w:hSpace="142" w:vSpace="142" w:wrap="around" w:vAnchor="page" w:hAnchor="margin" w:xAlign="right" w:y="2269"/>
      <w:tabs>
        <w:tab w:val="right" w:pos="1106"/>
      </w:tabs>
      <w:jc w:val="right"/>
    </w:pPr>
    <w:rPr>
      <w:rFonts w:cs="Arial"/>
      <w:sz w:val="16"/>
      <w:szCs w:val="15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A399E"/>
    <w:rPr>
      <w:rFonts w:asciiTheme="minorHAnsi" w:eastAsiaTheme="minorHAnsi" w:hAnsiTheme="minorHAnsi" w:cstheme="minorBidi"/>
      <w:b/>
      <w:bCs/>
      <w:caps/>
      <w:sz w:val="24"/>
      <w:szCs w:val="24"/>
      <w:lang w:eastAsia="en-US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A399E"/>
    <w:rPr>
      <w:rFonts w:asciiTheme="minorHAnsi" w:eastAsiaTheme="minorHAnsi" w:hAnsiTheme="minorHAnsi" w:cstheme="minorBidi"/>
      <w:bCs/>
      <w:sz w:val="24"/>
      <w:szCs w:val="24"/>
      <w:lang w:eastAsia="en-US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A399E"/>
    <w:rPr>
      <w:rFonts w:asciiTheme="minorHAnsi" w:eastAsiaTheme="minorHAnsi" w:hAnsiTheme="minorHAnsi" w:cstheme="minorBidi"/>
      <w:bCs/>
      <w:sz w:val="24"/>
      <w:szCs w:val="24"/>
      <w:lang w:eastAsia="en-US"/>
    </w:rPr>
  </w:style>
  <w:style w:type="character" w:customStyle="1" w:styleId="SidefodTegn">
    <w:name w:val="Sidefod Tegn"/>
    <w:link w:val="Sidefod"/>
    <w:rsid w:val="00AA399E"/>
    <w:rPr>
      <w:rFonts w:asciiTheme="minorHAnsi" w:hAnsiTheme="minorHAnsi"/>
      <w:sz w:val="24"/>
      <w:szCs w:val="24"/>
      <w:lang w:eastAsia="en-US"/>
    </w:rPr>
  </w:style>
  <w:style w:type="paragraph" w:styleId="Listeafsnit">
    <w:name w:val="List Paragraph"/>
    <w:basedOn w:val="Normal"/>
    <w:uiPriority w:val="34"/>
    <w:qFormat/>
    <w:rsid w:val="00AA399E"/>
    <w:pPr>
      <w:ind w:left="720"/>
      <w:contextualSpacing/>
    </w:pPr>
  </w:style>
  <w:style w:type="table" w:styleId="Tabelgitter-lys">
    <w:name w:val="Grid Table Light"/>
    <w:basedOn w:val="Tabel-Normal"/>
    <w:uiPriority w:val="40"/>
    <w:rsid w:val="00A0722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Unik\Advosys%204\Advosys\Skabelon\Grund-blank-Word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30B4194ED2584B8539B3AD3796F1AC" ma:contentTypeVersion="10" ma:contentTypeDescription="Opret et nyt dokument." ma:contentTypeScope="" ma:versionID="b694e2d5bf4258f59ee0d5147c0a6048">
  <xsd:schema xmlns:xsd="http://www.w3.org/2001/XMLSchema" xmlns:xs="http://www.w3.org/2001/XMLSchema" xmlns:p="http://schemas.microsoft.com/office/2006/metadata/properties" xmlns:ns2="e1f2b35a-8bb9-4725-a734-cee108257f03" xmlns:ns3="578eebfa-e17e-47a7-8de4-2b147cdfff95" targetNamespace="http://schemas.microsoft.com/office/2006/metadata/properties" ma:root="true" ma:fieldsID="33ac4615046111f994f6e1f87825102b" ns2:_="" ns3:_="">
    <xsd:import namespace="e1f2b35a-8bb9-4725-a734-cee108257f03"/>
    <xsd:import namespace="578eebfa-e17e-47a7-8de4-2b147cdfff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f2b35a-8bb9-4725-a734-cee108257f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eebfa-e17e-47a7-8de4-2b147cdfff9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60C07F-B9F9-45A4-BA18-CEDA54EBA2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B3E9D2-A214-4C99-8110-23711ED4DE3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B8C0AB-6703-41AF-BEC8-226F1D0580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DFF871-C7E3-4541-8293-E4BBB20A13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f2b35a-8bb9-4725-a734-cee108257f03"/>
    <ds:schemaRef ds:uri="578eebfa-e17e-47a7-8de4-2b147cdfff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Grund-blank-Word</Template>
  <TotalTime>44</TotalTime>
  <Pages>2</Pages>
  <Words>402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Unik System Design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Christina Rindom Sørensen</dc:creator>
  <cp:lastModifiedBy>Lisbeth Trap Nyholt</cp:lastModifiedBy>
  <cp:revision>17</cp:revision>
  <dcterms:created xsi:type="dcterms:W3CDTF">2018-08-28T06:40:00Z</dcterms:created>
  <dcterms:modified xsi:type="dcterms:W3CDTF">2021-08-03T07:29:00Z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amnr1">
    <vt:lpwstr>000390</vt:lpwstr>
  </property>
  <property fmtid="{D5CDD505-2E9C-101B-9397-08002B2CF9AE}" pid="3" name="EmailAdresse1">
    <vt:lpwstr>regnskab@sj-lilleskole.dk</vt:lpwstr>
  </property>
  <property fmtid="{D5CDD505-2E9C-101B-9397-08002B2CF9AE}" pid="4" name="AntalMails">
    <vt:lpwstr>1</vt:lpwstr>
  </property>
  <property fmtid="{D5CDD505-2E9C-101B-9397-08002B2CF9AE}" pid="5" name="zzSprog">
    <vt:lpwstr>Dansk</vt:lpwstr>
  </property>
  <property fmtid="{D5CDD505-2E9C-101B-9397-08002B2CF9AE}" pid="6" name="GemNavn">
    <vt:lpwstr>X:\Unik\Advosys 4\Advosys\DOKUMENT\AC\7\10289\7_37.DOCX</vt:lpwstr>
  </property>
  <property fmtid="{D5CDD505-2E9C-101B-9397-08002B2CF9AE}" pid="7" name="FlereParter">
    <vt:lpwstr>0</vt:lpwstr>
  </property>
  <property fmtid="{D5CDD505-2E9C-101B-9397-08002B2CF9AE}" pid="8" name="FaxMakNr">
    <vt:lpwstr/>
  </property>
  <property fmtid="{D5CDD505-2E9C-101B-9397-08002B2CF9AE}" pid="9" name="ContentTypeId">
    <vt:lpwstr>0x0101006930B4194ED2584B8539B3AD3796F1AC</vt:lpwstr>
  </property>
</Properties>
</file>